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2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2835"/>
        <w:gridCol w:w="2830"/>
      </w:tblGrid>
      <w:tr w:rsidR="00820099" w:rsidRPr="00C9780A" w14:paraId="35FA68C2" w14:textId="77777777" w:rsidTr="00616C4B">
        <w:trPr>
          <w:trHeight w:val="42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A102E3" w14:textId="560116E1" w:rsidR="00820099" w:rsidRPr="00C9780A" w:rsidRDefault="00820099" w:rsidP="00C9780A">
            <w:pPr>
              <w:pStyle w:val="TextinFuzeile"/>
              <w:spacing w:after="0"/>
              <w:rPr>
                <w:u w:val="single"/>
              </w:rPr>
            </w:pPr>
          </w:p>
        </w:tc>
        <w:tc>
          <w:tcPr>
            <w:tcW w:w="283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F87F94" w14:textId="77777777" w:rsidR="00820099" w:rsidRPr="00C9780A" w:rsidRDefault="00820099" w:rsidP="00C9780A">
            <w:pPr>
              <w:spacing w:after="0"/>
            </w:pPr>
          </w:p>
        </w:tc>
        <w:tc>
          <w:tcPr>
            <w:tcW w:w="283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EFC237" w14:textId="7EC21CA8" w:rsidR="000A6F60" w:rsidRPr="00C9780A" w:rsidRDefault="000A6F60" w:rsidP="00C9780A">
            <w:pPr>
              <w:tabs>
                <w:tab w:val="left" w:pos="317"/>
              </w:tabs>
              <w:spacing w:before="60" w:after="60"/>
              <w:rPr>
                <w:sz w:val="20"/>
              </w:rPr>
            </w:pPr>
          </w:p>
        </w:tc>
      </w:tr>
      <w:tr w:rsidR="00820099" w:rsidRPr="00C9780A" w14:paraId="44CFC049" w14:textId="77777777" w:rsidTr="00C9780A">
        <w:trPr>
          <w:trHeight w:val="403"/>
        </w:trPr>
        <w:tc>
          <w:tcPr>
            <w:tcW w:w="453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27" w:type="dxa"/>
            </w:tcMar>
          </w:tcPr>
          <w:p w14:paraId="6291BDD4" w14:textId="32B87709" w:rsidR="002B43EA" w:rsidRDefault="00616C4B" w:rsidP="002B43EA">
            <w:pPr>
              <w:spacing w:after="0" w:line="360" w:lineRule="auto"/>
            </w:pPr>
            <w:r>
              <w:t>atene KOM GmbH</w:t>
            </w:r>
          </w:p>
          <w:p w14:paraId="0ADBD18E" w14:textId="1E89B854" w:rsidR="00A51CB6" w:rsidRDefault="00616C4B" w:rsidP="00616C4B">
            <w:pPr>
              <w:spacing w:after="0" w:line="360" w:lineRule="auto"/>
            </w:pPr>
            <w:r>
              <w:t>- Breitbandförderung -</w:t>
            </w:r>
          </w:p>
          <w:p w14:paraId="10468EC5" w14:textId="77777777" w:rsidR="00616C4B" w:rsidRDefault="00616C4B" w:rsidP="00616C4B">
            <w:pPr>
              <w:spacing w:after="0" w:line="360" w:lineRule="auto"/>
            </w:pPr>
            <w:r>
              <w:t>Invalidenstraße 91</w:t>
            </w:r>
          </w:p>
          <w:p w14:paraId="4D3FF3B0" w14:textId="39442858" w:rsidR="00616C4B" w:rsidRPr="00A51CB6" w:rsidRDefault="00616C4B" w:rsidP="00616C4B">
            <w:pPr>
              <w:spacing w:after="0" w:line="360" w:lineRule="auto"/>
              <w:rPr>
                <w:i/>
              </w:rPr>
            </w:pPr>
            <w:r>
              <w:t>10115 Berlin</w:t>
            </w:r>
          </w:p>
        </w:tc>
        <w:tc>
          <w:tcPr>
            <w:tcW w:w="283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74911D" w14:textId="77777777" w:rsidR="00820099" w:rsidRPr="00C9780A" w:rsidRDefault="00820099" w:rsidP="00C9780A">
            <w:pPr>
              <w:spacing w:after="0"/>
            </w:pPr>
          </w:p>
        </w:tc>
        <w:tc>
          <w:tcPr>
            <w:tcW w:w="283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EFC7C5" w14:textId="77777777" w:rsidR="00820099" w:rsidRPr="00C9780A" w:rsidRDefault="00820099" w:rsidP="00C9780A">
            <w:pPr>
              <w:spacing w:before="40" w:after="40"/>
            </w:pPr>
          </w:p>
        </w:tc>
      </w:tr>
      <w:tr w:rsidR="00820099" w:rsidRPr="00C9780A" w14:paraId="2F35FD4C" w14:textId="77777777" w:rsidTr="005D3C99">
        <w:trPr>
          <w:trHeight w:val="461"/>
        </w:trPr>
        <w:tc>
          <w:tcPr>
            <w:tcW w:w="453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1083C3" w14:textId="77777777" w:rsidR="00820099" w:rsidRPr="00C9780A" w:rsidRDefault="00820099" w:rsidP="00C9780A">
            <w:pPr>
              <w:spacing w:after="0"/>
            </w:pPr>
          </w:p>
        </w:tc>
        <w:tc>
          <w:tcPr>
            <w:tcW w:w="283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9BC87A" w14:textId="77777777" w:rsidR="00820099" w:rsidRPr="00C9780A" w:rsidRDefault="00820099" w:rsidP="00C9780A">
            <w:pPr>
              <w:spacing w:after="0"/>
            </w:pPr>
          </w:p>
        </w:tc>
        <w:tc>
          <w:tcPr>
            <w:tcW w:w="2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66B4E1" w14:textId="14E0ECC6" w:rsidR="00820099" w:rsidRPr="00C9780A" w:rsidRDefault="00820099" w:rsidP="00616C4B">
            <w:pPr>
              <w:spacing w:before="480" w:after="0"/>
            </w:pPr>
          </w:p>
        </w:tc>
      </w:tr>
      <w:tr w:rsidR="009B097B" w:rsidRPr="00C9780A" w14:paraId="3946FC8F" w14:textId="77777777" w:rsidTr="000378E9">
        <w:trPr>
          <w:trHeight w:val="993"/>
        </w:trPr>
        <w:tc>
          <w:tcPr>
            <w:tcW w:w="102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431344" w14:textId="1BC8BCE6" w:rsidR="009B097B" w:rsidRPr="000C73B9" w:rsidRDefault="009B097B" w:rsidP="00CC44B6">
            <w:pPr>
              <w:spacing w:before="240" w:after="480"/>
              <w:rPr>
                <w:b/>
              </w:rPr>
            </w:pPr>
          </w:p>
        </w:tc>
      </w:tr>
    </w:tbl>
    <w:p w14:paraId="55301B8C" w14:textId="77777777" w:rsidR="000378E9" w:rsidRDefault="00616C4B" w:rsidP="000C73B9">
      <w:r w:rsidRPr="00555997">
        <w:rPr>
          <w:b/>
        </w:rPr>
        <w:t>Name des Zuwendungsempfängers</w:t>
      </w:r>
      <w:r w:rsidR="000378E9">
        <w:t>:</w:t>
      </w:r>
    </w:p>
    <w:p w14:paraId="7F0A6EC1" w14:textId="15C48131" w:rsidR="00616C4B" w:rsidRDefault="000378E9" w:rsidP="000C73B9">
      <w:r w:rsidRPr="00555997">
        <w:rPr>
          <w:b/>
        </w:rPr>
        <w:t>Ausgewählte(s)</w:t>
      </w:r>
      <w:r w:rsidR="00CC3EDC" w:rsidRPr="00555997">
        <w:rPr>
          <w:b/>
        </w:rPr>
        <w:t xml:space="preserve"> </w:t>
      </w:r>
      <w:r w:rsidRPr="00555997">
        <w:rPr>
          <w:b/>
        </w:rPr>
        <w:t>Telekommunikationsunternehmen</w:t>
      </w:r>
      <w:r w:rsidR="00616C4B">
        <w:t>:</w:t>
      </w:r>
    </w:p>
    <w:p w14:paraId="44BCE16F" w14:textId="71FE88FC" w:rsidR="00616C4B" w:rsidRDefault="00616C4B" w:rsidP="000C73B9">
      <w:r w:rsidRPr="00555997">
        <w:rPr>
          <w:b/>
        </w:rPr>
        <w:t>eAkte</w:t>
      </w:r>
      <w:r>
        <w:t>:</w:t>
      </w:r>
    </w:p>
    <w:p w14:paraId="1F512961" w14:textId="04A4690A" w:rsidR="00616C4B" w:rsidRDefault="00616C4B" w:rsidP="000C73B9"/>
    <w:p w14:paraId="5E211A2E" w14:textId="4FFE7559" w:rsidR="00921C2C" w:rsidRDefault="00921C2C" w:rsidP="000C73B9">
      <w:pPr>
        <w:rPr>
          <w:b/>
        </w:rPr>
      </w:pPr>
      <w:r w:rsidRPr="00921C2C">
        <w:rPr>
          <w:b/>
        </w:rPr>
        <w:t xml:space="preserve">Richtlinie zur Unterstützung des Breitbandausbaus in der Bundesrepublik Deutschland </w:t>
      </w:r>
      <w:r>
        <w:rPr>
          <w:b/>
        </w:rPr>
        <w:t xml:space="preserve">– </w:t>
      </w:r>
    </w:p>
    <w:p w14:paraId="325E636D" w14:textId="78B1F56C" w:rsidR="0010350F" w:rsidRDefault="0010350F" w:rsidP="000C73B9">
      <w:r w:rsidRPr="0010350F">
        <w:rPr>
          <w:b/>
        </w:rPr>
        <w:t xml:space="preserve">Fördergegenstand </w:t>
      </w:r>
      <w:r>
        <w:t>(</w:t>
      </w:r>
      <w:r w:rsidRPr="0010350F">
        <w:rPr>
          <w:i/>
        </w:rPr>
        <w:t>bitte ankreuzen</w:t>
      </w:r>
      <w:r>
        <w:t>):</w:t>
      </w:r>
    </w:p>
    <w:p w14:paraId="556F9642" w14:textId="7A92C4EF" w:rsidR="00074232" w:rsidRDefault="00200E07" w:rsidP="000C73B9">
      <w:sdt>
        <w:sdtPr>
          <w:id w:val="-2731749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0350F">
            <w:rPr>
              <w:rFonts w:ascii="MS Gothic" w:eastAsia="MS Gothic" w:hAnsi="MS Gothic" w:hint="eastAsia"/>
            </w:rPr>
            <w:t>☐</w:t>
          </w:r>
        </w:sdtContent>
      </w:sdt>
      <w:r w:rsidR="00074232">
        <w:t xml:space="preserve"> Nr. 3.1 der Richtlinie </w:t>
      </w:r>
      <w:r>
        <w:t>– W</w:t>
      </w:r>
      <w:r w:rsidR="0010350F">
        <w:t xml:space="preserve">irtschaftlichkeitslücke </w:t>
      </w:r>
    </w:p>
    <w:p w14:paraId="51B9AE62" w14:textId="34E45571" w:rsidR="0010350F" w:rsidRDefault="0010350F" w:rsidP="000C73B9">
      <w:pPr>
        <w:rPr>
          <w:i/>
        </w:rPr>
      </w:pPr>
      <w:r w:rsidRPr="0010350F">
        <w:rPr>
          <w:i/>
        </w:rPr>
        <w:t>(Erklärung ist vom Telekommunikationsunternehmen abzugeben)</w:t>
      </w:r>
    </w:p>
    <w:p w14:paraId="36AEA65E" w14:textId="77777777" w:rsidR="00074232" w:rsidRDefault="00074232" w:rsidP="000C73B9"/>
    <w:p w14:paraId="7350FB9B" w14:textId="500B347B" w:rsidR="00074232" w:rsidRDefault="00200E07" w:rsidP="000C73B9">
      <w:sdt>
        <w:sdtPr>
          <w:id w:val="-496185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0350F">
            <w:rPr>
              <w:rFonts w:ascii="MS Gothic" w:eastAsia="MS Gothic" w:hAnsi="MS Gothic" w:hint="eastAsia"/>
            </w:rPr>
            <w:t>☐</w:t>
          </w:r>
        </w:sdtContent>
      </w:sdt>
      <w:r w:rsidR="00074232">
        <w:t xml:space="preserve"> Nr. 3.2 der Richtlinie </w:t>
      </w:r>
      <w:r>
        <w:t>–</w:t>
      </w:r>
      <w:r w:rsidR="00074232">
        <w:t xml:space="preserve"> </w:t>
      </w:r>
      <w:r w:rsidR="0010350F">
        <w:t xml:space="preserve">Betreibermodell </w:t>
      </w:r>
    </w:p>
    <w:p w14:paraId="2E0FC9BA" w14:textId="6F74EA64" w:rsidR="0010350F" w:rsidRDefault="0010350F" w:rsidP="000C73B9">
      <w:r w:rsidRPr="0010350F">
        <w:rPr>
          <w:i/>
        </w:rPr>
        <w:t>(Erklärung ist vom Zuwendungsempfänger abzugeben)</w:t>
      </w:r>
    </w:p>
    <w:p w14:paraId="453C567D" w14:textId="77777777" w:rsidR="000610F2" w:rsidRDefault="000610F2" w:rsidP="00515602">
      <w:pPr>
        <w:jc w:val="both"/>
      </w:pPr>
    </w:p>
    <w:p w14:paraId="4F1CEA2E" w14:textId="2C34E791" w:rsidR="00CC44B6" w:rsidRPr="0010350F" w:rsidRDefault="00CC44B6" w:rsidP="00515602">
      <w:pPr>
        <w:jc w:val="both"/>
        <w:rPr>
          <w:b/>
          <w:u w:val="single"/>
        </w:rPr>
      </w:pPr>
      <w:r w:rsidRPr="00CC44B6">
        <w:rPr>
          <w:b/>
          <w:u w:val="single"/>
        </w:rPr>
        <w:t>Verbindliche Erklärung zum Baubeginn</w:t>
      </w:r>
      <w:r w:rsidR="00652BAC">
        <w:rPr>
          <w:b/>
          <w:u w:val="single"/>
        </w:rPr>
        <w:t xml:space="preserve"> bei der Abrechnung von Planungskosten</w:t>
      </w:r>
    </w:p>
    <w:p w14:paraId="661E3554" w14:textId="77777777" w:rsidR="0010350F" w:rsidRDefault="0010350F" w:rsidP="00515602">
      <w:pPr>
        <w:jc w:val="both"/>
      </w:pPr>
    </w:p>
    <w:p w14:paraId="16721E43" w14:textId="33B2F1DF" w:rsidR="00616C4B" w:rsidRDefault="00CC44B6" w:rsidP="00515602">
      <w:pPr>
        <w:jc w:val="both"/>
      </w:pPr>
      <w:r>
        <w:t>M</w:t>
      </w:r>
      <w:r w:rsidR="00A030D2">
        <w:t xml:space="preserve">it der </w:t>
      </w:r>
      <w:r w:rsidR="00802577">
        <w:t>Mittelanforderung</w:t>
      </w:r>
      <w:r w:rsidR="006E55A0">
        <w:t xml:space="preserve"> vom</w:t>
      </w:r>
      <w:r w:rsidR="00A030D2">
        <w:t xml:space="preserve"> tt.mm.jjjj wurden Bundesmittel zur Erstattung von Planungskosten angefordert. </w:t>
      </w:r>
      <w:r>
        <w:t>Die Baumaßnahmen wurden bisher nicht begonnen, sodass</w:t>
      </w:r>
      <w:r w:rsidR="00A030D2">
        <w:t xml:space="preserve"> kein Baufortschrit</w:t>
      </w:r>
      <w:r>
        <w:t>t vorliegt</w:t>
      </w:r>
      <w:r w:rsidR="00616C4B">
        <w:t xml:space="preserve">. </w:t>
      </w:r>
      <w:r w:rsidR="00A030D2">
        <w:t xml:space="preserve">Ich </w:t>
      </w:r>
      <w:r>
        <w:t>erkläre hiermit verbindlich</w:t>
      </w:r>
      <w:r w:rsidR="00A030D2">
        <w:t xml:space="preserve">, dass die Baumaßnahmen innerhalb von sechs Monaten nach </w:t>
      </w:r>
      <w:r>
        <w:t>der Auszahlung der angeforderten Bundesmittel beginnen werden. Weiterhin erkläre ich, dass ich den Beginn der Baumaßnah</w:t>
      </w:r>
      <w:r w:rsidR="006E55A0">
        <w:t>men unaufgefordert gegenüber der Gebietskörperschaft (</w:t>
      </w:r>
      <w:r w:rsidR="006E55A0" w:rsidRPr="00CC3EDC">
        <w:rPr>
          <w:i/>
        </w:rPr>
        <w:t>für Förderung nach Nr. 3.1</w:t>
      </w:r>
      <w:r w:rsidR="006E55A0" w:rsidRPr="006E55A0">
        <w:t>)</w:t>
      </w:r>
      <w:r>
        <w:t xml:space="preserve"> </w:t>
      </w:r>
      <w:r w:rsidR="006E55A0">
        <w:t xml:space="preserve">bzw. dem </w:t>
      </w:r>
      <w:r>
        <w:t xml:space="preserve">Projektträger </w:t>
      </w:r>
      <w:r w:rsidR="00074232">
        <w:t>(</w:t>
      </w:r>
      <w:r w:rsidR="006E55A0" w:rsidRPr="00CC3EDC">
        <w:rPr>
          <w:i/>
        </w:rPr>
        <w:t>für Förderung nach Nr. 3.</w:t>
      </w:r>
      <w:r w:rsidR="006E55A0">
        <w:rPr>
          <w:i/>
        </w:rPr>
        <w:t>2</w:t>
      </w:r>
      <w:r w:rsidR="00074232">
        <w:t xml:space="preserve">) </w:t>
      </w:r>
      <w:r>
        <w:t>schriftlich anzeigen werde.</w:t>
      </w:r>
    </w:p>
    <w:p w14:paraId="7FDF80A8" w14:textId="781982B2" w:rsidR="001A0360" w:rsidRDefault="001A0360" w:rsidP="00BA1382">
      <w:pPr>
        <w:jc w:val="both"/>
      </w:pPr>
    </w:p>
    <w:p w14:paraId="05B7D76F" w14:textId="78D07F08" w:rsidR="00CC44B6" w:rsidRDefault="00CC44B6" w:rsidP="00BA1382">
      <w:pPr>
        <w:jc w:val="both"/>
      </w:pPr>
    </w:p>
    <w:p w14:paraId="71A66192" w14:textId="77777777" w:rsidR="00CC44B6" w:rsidRDefault="00CC44B6" w:rsidP="00BA1382">
      <w:pPr>
        <w:jc w:val="both"/>
      </w:pPr>
    </w:p>
    <w:p w14:paraId="292CD35F" w14:textId="37B5A573" w:rsidR="00CC44B6" w:rsidRDefault="00CC44B6" w:rsidP="00BA1382">
      <w:pPr>
        <w:jc w:val="both"/>
      </w:pPr>
    </w:p>
    <w:p w14:paraId="4E99009F" w14:textId="655B3BFF" w:rsidR="00CC44B6" w:rsidRDefault="00CC44B6" w:rsidP="00BA1382">
      <w:pPr>
        <w:jc w:val="both"/>
      </w:pPr>
      <w:bookmarkStart w:id="0" w:name="_GoBack"/>
      <w:bookmarkEnd w:id="0"/>
      <w:r>
        <w:t>_____________________________________</w:t>
      </w:r>
    </w:p>
    <w:p w14:paraId="21C1C07F" w14:textId="12922EF1" w:rsidR="007237AA" w:rsidRDefault="00CC44B6" w:rsidP="00BA1382">
      <w:pPr>
        <w:spacing w:line="288" w:lineRule="auto"/>
        <w:jc w:val="both"/>
      </w:pPr>
      <w:r>
        <w:t xml:space="preserve">Unterschrift, Ort, Datum, </w:t>
      </w:r>
      <w:r w:rsidR="005E6C95">
        <w:t xml:space="preserve">ggf. </w:t>
      </w:r>
      <w:r>
        <w:t>Siegel</w:t>
      </w:r>
    </w:p>
    <w:sectPr w:rsidR="007237AA" w:rsidSect="009E7B1C">
      <w:footerReference w:type="even" r:id="rId8"/>
      <w:headerReference w:type="first" r:id="rId9"/>
      <w:footerReference w:type="first" r:id="rId10"/>
      <w:pgSz w:w="11900" w:h="16840" w:code="9"/>
      <w:pgMar w:top="2268" w:right="1418" w:bottom="1701" w:left="1418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4C1C60" w14:textId="77777777" w:rsidR="0086422B" w:rsidRDefault="0086422B" w:rsidP="00195A2E">
      <w:r>
        <w:separator/>
      </w:r>
    </w:p>
  </w:endnote>
  <w:endnote w:type="continuationSeparator" w:id="0">
    <w:p w14:paraId="6BE202FD" w14:textId="77777777" w:rsidR="0086422B" w:rsidRDefault="0086422B" w:rsidP="00195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32D612" w14:textId="77777777" w:rsidR="005630AD" w:rsidRDefault="005630AD" w:rsidP="005630AD">
    <w:pPr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 w:rsidR="008148CE">
      <w:rPr>
        <w:rStyle w:val="Seitenzahl"/>
      </w:rPr>
      <w:instrText>PAGE</w:instrText>
    </w:r>
    <w:r>
      <w:rPr>
        <w:rStyle w:val="Seitenzahl"/>
      </w:rPr>
      <w:instrText xml:space="preserve">  </w:instrText>
    </w:r>
    <w:r>
      <w:rPr>
        <w:rStyle w:val="Seitenzahl"/>
      </w:rPr>
      <w:fldChar w:fldCharType="end"/>
    </w:r>
  </w:p>
  <w:p w14:paraId="574B3014" w14:textId="77777777" w:rsidR="005630AD" w:rsidRDefault="005630AD" w:rsidP="009976EC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56" w:type="dxa"/>
      <w:tblInd w:w="-142" w:type="dxa"/>
      <w:tblLook w:val="04A0" w:firstRow="1" w:lastRow="0" w:firstColumn="1" w:lastColumn="0" w:noHBand="0" w:noVBand="1"/>
    </w:tblPr>
    <w:tblGrid>
      <w:gridCol w:w="3403"/>
      <w:gridCol w:w="3118"/>
      <w:gridCol w:w="2835"/>
    </w:tblGrid>
    <w:tr w:rsidR="00653C5D" w:rsidRPr="00C9780A" w14:paraId="796F304F" w14:textId="77777777" w:rsidTr="00C9780A">
      <w:tc>
        <w:tcPr>
          <w:tcW w:w="3403" w:type="dxa"/>
          <w:shd w:val="clear" w:color="auto" w:fill="auto"/>
        </w:tcPr>
        <w:p w14:paraId="142645EA" w14:textId="77777777" w:rsidR="00653C5D" w:rsidRPr="00C9780A" w:rsidRDefault="00653C5D" w:rsidP="00C9780A">
          <w:pPr>
            <w:pStyle w:val="TextinFuzeile"/>
            <w:spacing w:after="0"/>
          </w:pPr>
          <w:r w:rsidRPr="00C9780A">
            <w:t xml:space="preserve">Geschäftsführer: </w:t>
          </w:r>
          <w:r w:rsidR="006352E3" w:rsidRPr="00C9780A">
            <w:br/>
          </w:r>
          <w:r w:rsidRPr="00C9780A">
            <w:t>Tim Brauckmüller</w:t>
          </w:r>
          <w:r w:rsidR="005C51CF" w:rsidRPr="00C9780A">
            <w:br/>
            <w:t>US</w:t>
          </w:r>
          <w:r w:rsidRPr="00C9780A">
            <w:t>t-IdNr.: DE259091767</w:t>
          </w:r>
          <w:r w:rsidRPr="00C9780A">
            <w:tab/>
          </w:r>
        </w:p>
      </w:tc>
      <w:tc>
        <w:tcPr>
          <w:tcW w:w="3118" w:type="dxa"/>
          <w:shd w:val="clear" w:color="auto" w:fill="auto"/>
        </w:tcPr>
        <w:p w14:paraId="1B54CD18" w14:textId="77777777" w:rsidR="00653C5D" w:rsidRPr="00C9780A" w:rsidRDefault="00653C5D" w:rsidP="00C9780A">
          <w:pPr>
            <w:pStyle w:val="TextinFuzeile"/>
            <w:spacing w:after="0"/>
          </w:pPr>
          <w:r w:rsidRPr="00C9780A">
            <w:t>Amtsgericht</w:t>
          </w:r>
          <w:r w:rsidR="006352E3" w:rsidRPr="00C9780A">
            <w:t>:</w:t>
          </w:r>
          <w:r w:rsidR="006352E3" w:rsidRPr="00C9780A">
            <w:br/>
          </w:r>
          <w:r w:rsidRPr="00C9780A">
            <w:t>HRB 111699B</w:t>
          </w:r>
          <w:r w:rsidR="006352E3" w:rsidRPr="00C9780A">
            <w:br/>
            <w:t>Berlin-Charlottenburg</w:t>
          </w:r>
        </w:p>
      </w:tc>
      <w:tc>
        <w:tcPr>
          <w:tcW w:w="2835" w:type="dxa"/>
          <w:shd w:val="clear" w:color="auto" w:fill="auto"/>
        </w:tcPr>
        <w:p w14:paraId="1F4CD635" w14:textId="77777777" w:rsidR="00653C5D" w:rsidRPr="00C9780A" w:rsidRDefault="006352E3" w:rsidP="00C9780A">
          <w:pPr>
            <w:pStyle w:val="TextinFuzeile"/>
            <w:spacing w:after="0"/>
          </w:pPr>
          <w:r w:rsidRPr="00C9780A">
            <w:t>Bankverbindung:</w:t>
          </w:r>
          <w:r w:rsidR="00653C5D" w:rsidRPr="00C9780A">
            <w:br/>
            <w:t>IBAN: DE7</w:t>
          </w:r>
          <w:r w:rsidR="00653C5D" w:rsidRPr="00C9780A">
            <w:rPr>
              <w:spacing w:val="40"/>
            </w:rPr>
            <w:t>5</w:t>
          </w:r>
          <w:r w:rsidR="00653C5D" w:rsidRPr="00C9780A">
            <w:t>430</w:t>
          </w:r>
          <w:r w:rsidR="00653C5D" w:rsidRPr="00C9780A">
            <w:rPr>
              <w:spacing w:val="40"/>
            </w:rPr>
            <w:t>6</w:t>
          </w:r>
          <w:r w:rsidR="00653C5D" w:rsidRPr="00C9780A">
            <w:t>096</w:t>
          </w:r>
          <w:r w:rsidR="00653C5D" w:rsidRPr="00C9780A">
            <w:rPr>
              <w:spacing w:val="40"/>
            </w:rPr>
            <w:t>7</w:t>
          </w:r>
          <w:r w:rsidR="00653C5D" w:rsidRPr="00C9780A">
            <w:t>111</w:t>
          </w:r>
          <w:r w:rsidR="00653C5D" w:rsidRPr="00C9780A">
            <w:rPr>
              <w:spacing w:val="40"/>
            </w:rPr>
            <w:t>3</w:t>
          </w:r>
          <w:r w:rsidR="00653C5D" w:rsidRPr="00C9780A">
            <w:t>157</w:t>
          </w:r>
          <w:r w:rsidR="00653C5D" w:rsidRPr="00C9780A">
            <w:rPr>
              <w:spacing w:val="40"/>
            </w:rPr>
            <w:t>5</w:t>
          </w:r>
          <w:r w:rsidR="00653C5D" w:rsidRPr="00C9780A">
            <w:t>00</w:t>
          </w:r>
        </w:p>
        <w:p w14:paraId="61C2637A" w14:textId="77777777" w:rsidR="00653C5D" w:rsidRPr="00C9780A" w:rsidRDefault="00653C5D" w:rsidP="00C9780A">
          <w:pPr>
            <w:pStyle w:val="TextinFuzeile"/>
            <w:spacing w:after="0"/>
          </w:pPr>
          <w:r w:rsidRPr="00C9780A">
            <w:t>BIC: GENODEM1GLS</w:t>
          </w:r>
        </w:p>
      </w:tc>
    </w:tr>
  </w:tbl>
  <w:p w14:paraId="399D439B" w14:textId="77777777" w:rsidR="00653C5D" w:rsidRDefault="000C73B9">
    <w:pPr>
      <w:pStyle w:val="Fuzeile"/>
    </w:pPr>
    <w:r>
      <w:rPr>
        <w:noProof/>
        <w:lang w:eastAsia="de-DE"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 wp14:anchorId="48C5DC59" wp14:editId="69A324C9">
              <wp:simplePos x="0" y="0"/>
              <wp:positionH relativeFrom="column">
                <wp:posOffset>-786130</wp:posOffset>
              </wp:positionH>
              <wp:positionV relativeFrom="paragraph">
                <wp:posOffset>-2785111</wp:posOffset>
              </wp:positionV>
              <wp:extent cx="133350" cy="0"/>
              <wp:effectExtent l="0" t="0" r="0" b="0"/>
              <wp:wrapNone/>
              <wp:docPr id="10" name="Gerader Verbinder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3335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008B93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F8891C5" id="Gerader Verbinder 10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61.9pt,-219.3pt" to="-51.4pt,-21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" strokecolor="#008b93" strokeweight=".5pt">
              <v:stroke joinstyle="miter"/>
              <o:lock v:ext="edit" shapetype="f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21FA37" w14:textId="77777777" w:rsidR="0086422B" w:rsidRDefault="0086422B" w:rsidP="00195A2E">
      <w:r>
        <w:separator/>
      </w:r>
    </w:p>
  </w:footnote>
  <w:footnote w:type="continuationSeparator" w:id="0">
    <w:p w14:paraId="525B4018" w14:textId="77777777" w:rsidR="0086422B" w:rsidRDefault="0086422B" w:rsidP="00195A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D7841D" w14:textId="77777777" w:rsidR="009B097B" w:rsidRDefault="000C73B9" w:rsidP="0083241E">
    <w:pPr>
      <w:pStyle w:val="Kopfzeile"/>
      <w:tabs>
        <w:tab w:val="clear" w:pos="4536"/>
        <w:tab w:val="clear" w:pos="9072"/>
        <w:tab w:val="left" w:pos="2760"/>
      </w:tabs>
    </w:pPr>
    <w:r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21179459" wp14:editId="20A2E0EB">
          <wp:simplePos x="0" y="0"/>
          <wp:positionH relativeFrom="column">
            <wp:posOffset>-889000</wp:posOffset>
          </wp:positionH>
          <wp:positionV relativeFrom="paragraph">
            <wp:posOffset>-449580</wp:posOffset>
          </wp:positionV>
          <wp:extent cx="7571105" cy="1803400"/>
          <wp:effectExtent l="0" t="0" r="0" b="0"/>
          <wp:wrapTopAndBottom/>
          <wp:docPr id="3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1105" cy="180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A1382">
      <w:rPr>
        <w:noProof/>
        <w:lang w:eastAsia="de-DE"/>
      </w:rPr>
      <w:t xml:space="preserve"> </w:t>
    </w:r>
    <w:r w:rsidR="001B0674" w:rsidRPr="001B0674">
      <w:rPr>
        <w:noProof/>
        <w:lang w:eastAsia="de-DE"/>
      </w:rPr>
      <w:t xml:space="preserve"> </w:t>
    </w:r>
    <w:r>
      <w:rPr>
        <w:noProof/>
        <w:lang w:eastAsia="de-DE"/>
      </w:rPr>
      <mc:AlternateContent>
        <mc:Choice Requires="wps">
          <w:drawing>
            <wp:anchor distT="4294967295" distB="4294967295" distL="114300" distR="114300" simplePos="0" relativeHeight="251656192" behindDoc="0" locked="0" layoutInCell="1" allowOverlap="1" wp14:anchorId="239B4EE5" wp14:editId="182E7186">
              <wp:simplePos x="0" y="0"/>
              <wp:positionH relativeFrom="column">
                <wp:posOffset>-786130</wp:posOffset>
              </wp:positionH>
              <wp:positionV relativeFrom="paragraph">
                <wp:posOffset>3312159</wp:posOffset>
              </wp:positionV>
              <wp:extent cx="133350" cy="0"/>
              <wp:effectExtent l="0" t="0" r="0" b="0"/>
              <wp:wrapNone/>
              <wp:docPr id="9" name="Gerader Verbinder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3335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008B93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5B0C72" id="Gerader Verbinder 9" o:spid="_x0000_s1026" style="position:absolute;z-index:251656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61.9pt,260.8pt" to="-51.4pt,26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" strokecolor="#008b93" strokeweight=".5pt">
              <v:stroke joinstyle="miter"/>
              <o:lock v:ext="edit" shapetype="f"/>
            </v:line>
          </w:pict>
        </mc:Fallback>
      </mc:AlternateContent>
    </w:r>
    <w:r w:rsidR="0083241E">
      <w:rPr>
        <w:noProof/>
        <w:lang w:eastAsia="de-D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48F0ABE8"/>
    <w:lvl w:ilvl="0">
      <w:start w:val="1"/>
      <w:numFmt w:val="bullet"/>
      <w:pStyle w:val="Aufzhlungszeichen2"/>
      <w:lvlText w:val=""/>
      <w:lvlJc w:val="left"/>
      <w:pPr>
        <w:ind w:left="643" w:hanging="360"/>
      </w:pPr>
      <w:rPr>
        <w:rFonts w:ascii="Wingdings" w:hAnsi="Wingdings" w:hint="default"/>
        <w:color w:val="008B93"/>
        <w:sz w:val="16"/>
      </w:rPr>
    </w:lvl>
  </w:abstractNum>
  <w:abstractNum w:abstractNumId="1" w15:restartNumberingAfterBreak="0">
    <w:nsid w:val="FFFFFF89"/>
    <w:multiLevelType w:val="singleLevel"/>
    <w:tmpl w:val="CD0CDAB4"/>
    <w:lvl w:ilvl="0">
      <w:start w:val="1"/>
      <w:numFmt w:val="bullet"/>
      <w:pStyle w:val="Aufzhlungszeichen"/>
      <w:lvlText w:val=""/>
      <w:lvlJc w:val="left"/>
      <w:pPr>
        <w:ind w:left="360" w:hanging="360"/>
      </w:pPr>
      <w:rPr>
        <w:rFonts w:ascii="Wingdings" w:hAnsi="Wingdings" w:hint="default"/>
        <w:color w:val="008B93"/>
        <w:sz w:val="16"/>
      </w:rPr>
    </w:lvl>
  </w:abstractNum>
  <w:abstractNum w:abstractNumId="2" w15:restartNumberingAfterBreak="0">
    <w:nsid w:val="0CEA20C9"/>
    <w:multiLevelType w:val="multilevel"/>
    <w:tmpl w:val="A9C22CCE"/>
    <w:numStyleLink w:val="Aufzhlung"/>
  </w:abstractNum>
  <w:abstractNum w:abstractNumId="3" w15:restartNumberingAfterBreak="0">
    <w:nsid w:val="16DA70BF"/>
    <w:multiLevelType w:val="hybridMultilevel"/>
    <w:tmpl w:val="0AEEC6F6"/>
    <w:lvl w:ilvl="0" w:tplc="3788B15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EC68A5"/>
    <w:multiLevelType w:val="hybridMultilevel"/>
    <w:tmpl w:val="A9C22CCE"/>
    <w:lvl w:ilvl="0" w:tplc="CD3E7A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0E37A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96626E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1642B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12E6F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BCAC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5640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1725B6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B707F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507696"/>
    <w:multiLevelType w:val="hybridMultilevel"/>
    <w:tmpl w:val="5D04DEF0"/>
    <w:lvl w:ilvl="0" w:tplc="D89A2596">
      <w:start w:val="1"/>
      <w:numFmt w:val="bullet"/>
      <w:lvlText w:val=""/>
      <w:lvlJc w:val="left"/>
      <w:pPr>
        <w:ind w:left="1440" w:hanging="360"/>
      </w:pPr>
      <w:rPr>
        <w:rFonts w:ascii="Wingdings" w:hAnsi="Wingdings" w:hint="default"/>
        <w:color w:val="008B93"/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217F71"/>
    <w:multiLevelType w:val="multilevel"/>
    <w:tmpl w:val="04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6705E89"/>
    <w:multiLevelType w:val="hybridMultilevel"/>
    <w:tmpl w:val="699ADB5C"/>
    <w:lvl w:ilvl="0" w:tplc="04070001">
      <w:start w:val="1"/>
      <w:numFmt w:val="bullet"/>
      <w:pStyle w:val="FarbigeListe-Akzent11"/>
      <w:lvlText w:val=""/>
      <w:lvlJc w:val="left"/>
      <w:pPr>
        <w:ind w:left="1440" w:hanging="360"/>
      </w:pPr>
      <w:rPr>
        <w:rFonts w:ascii="Wingdings" w:hAnsi="Wingdings" w:hint="default"/>
        <w:color w:val="008B93"/>
      </w:rPr>
    </w:lvl>
    <w:lvl w:ilvl="1" w:tplc="0407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4651FC4"/>
    <w:multiLevelType w:val="hybridMultilevel"/>
    <w:tmpl w:val="C972965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5E4803"/>
    <w:multiLevelType w:val="hybridMultilevel"/>
    <w:tmpl w:val="537AF60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8310B8"/>
    <w:multiLevelType w:val="multilevel"/>
    <w:tmpl w:val="A9C22CCE"/>
    <w:styleLink w:val="Aufzhlung"/>
    <w:lvl w:ilvl="0">
      <w:start w:val="1"/>
      <w:numFmt w:val="bullet"/>
      <w:lvlText w:val=""/>
      <w:lvlJc w:val="left"/>
      <w:pPr>
        <w:ind w:left="360" w:hanging="360"/>
      </w:pPr>
      <w:rPr>
        <w:rFonts w:ascii="Wingdings" w:hAnsi="Wingdings" w:hint="default"/>
        <w:color w:val="008B93"/>
        <w:sz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066C96"/>
    <w:multiLevelType w:val="hybridMultilevel"/>
    <w:tmpl w:val="1616B186"/>
    <w:lvl w:ilvl="0" w:tplc="DD7EBD54">
      <w:start w:val="1"/>
      <w:numFmt w:val="decimal"/>
      <w:pStyle w:val="Liste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447A02"/>
    <w:multiLevelType w:val="hybridMultilevel"/>
    <w:tmpl w:val="F4E831D8"/>
    <w:lvl w:ilvl="0" w:tplc="3FF29976">
      <w:start w:val="1"/>
      <w:numFmt w:val="decimal"/>
      <w:pStyle w:val="Liste2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DB7074"/>
    <w:multiLevelType w:val="hybridMultilevel"/>
    <w:tmpl w:val="7332D4A6"/>
    <w:lvl w:ilvl="0" w:tplc="91D4E20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C1387E"/>
    <w:multiLevelType w:val="singleLevel"/>
    <w:tmpl w:val="D96E1040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008B93"/>
        <w:sz w:val="16"/>
      </w:rPr>
    </w:lvl>
  </w:abstractNum>
  <w:abstractNum w:abstractNumId="15" w15:restartNumberingAfterBreak="0">
    <w:nsid w:val="7E167557"/>
    <w:multiLevelType w:val="hybridMultilevel"/>
    <w:tmpl w:val="C0A06D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776F43"/>
    <w:multiLevelType w:val="hybridMultilevel"/>
    <w:tmpl w:val="4EBE5438"/>
    <w:lvl w:ilvl="0" w:tplc="5AE80E4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10CE89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44411C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17A3F9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08C97D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80648F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7829FB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090A44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9DED58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10"/>
  </w:num>
  <w:num w:numId="4">
    <w:abstractNumId w:val="2"/>
  </w:num>
  <w:num w:numId="5">
    <w:abstractNumId w:val="14"/>
  </w:num>
  <w:num w:numId="6">
    <w:abstractNumId w:val="5"/>
  </w:num>
  <w:num w:numId="7">
    <w:abstractNumId w:val="15"/>
  </w:num>
  <w:num w:numId="8">
    <w:abstractNumId w:val="8"/>
  </w:num>
  <w:num w:numId="9">
    <w:abstractNumId w:val="1"/>
  </w:num>
  <w:num w:numId="10">
    <w:abstractNumId w:val="0"/>
  </w:num>
  <w:num w:numId="11">
    <w:abstractNumId w:val="11"/>
  </w:num>
  <w:num w:numId="12">
    <w:abstractNumId w:val="6"/>
  </w:num>
  <w:num w:numId="13">
    <w:abstractNumId w:val="12"/>
  </w:num>
  <w:num w:numId="14">
    <w:abstractNumId w:val="9"/>
  </w:num>
  <w:num w:numId="15">
    <w:abstractNumId w:val="16"/>
  </w:num>
  <w:num w:numId="16">
    <w:abstractNumId w:val="13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activeWritingStyle w:appName="MSWord" w:lang="de-DE" w:vendorID="64" w:dllVersion="131078" w:nlCheck="1" w:checkStyle="0"/>
  <w:activeWritingStyle w:appName="MSWord" w:lang="en-US" w:vendorID="64" w:dllVersion="131078" w:nlCheck="1" w:checkStyle="1"/>
  <w:attachedTemplate r:id="rId1"/>
  <w:stylePaneFormatFilter w:val="5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0" w:visibleStyles="1" w:alternateStyleNames="0"/>
  <w:defaultTabStop w:val="708"/>
  <w:autoHyphenation/>
  <w:hyphenationZone w:val="425"/>
  <w:doNotHyphenateCaps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3B9"/>
    <w:rsid w:val="00026015"/>
    <w:rsid w:val="0003577F"/>
    <w:rsid w:val="000377C3"/>
    <w:rsid w:val="000378E9"/>
    <w:rsid w:val="000520D0"/>
    <w:rsid w:val="000546FC"/>
    <w:rsid w:val="00057F1D"/>
    <w:rsid w:val="000610F2"/>
    <w:rsid w:val="00074232"/>
    <w:rsid w:val="000A6F60"/>
    <w:rsid w:val="000C28F8"/>
    <w:rsid w:val="000C73B9"/>
    <w:rsid w:val="000E1A70"/>
    <w:rsid w:val="000E4185"/>
    <w:rsid w:val="000F182F"/>
    <w:rsid w:val="0010350F"/>
    <w:rsid w:val="00103C64"/>
    <w:rsid w:val="00104460"/>
    <w:rsid w:val="00106535"/>
    <w:rsid w:val="00106EB0"/>
    <w:rsid w:val="001226E1"/>
    <w:rsid w:val="00145DEE"/>
    <w:rsid w:val="00150D14"/>
    <w:rsid w:val="00154FF5"/>
    <w:rsid w:val="00172F46"/>
    <w:rsid w:val="001763F2"/>
    <w:rsid w:val="00177A05"/>
    <w:rsid w:val="0018087A"/>
    <w:rsid w:val="00195A2E"/>
    <w:rsid w:val="001A0360"/>
    <w:rsid w:val="001A332D"/>
    <w:rsid w:val="001A7C1F"/>
    <w:rsid w:val="001B0674"/>
    <w:rsid w:val="001B472F"/>
    <w:rsid w:val="001D41B0"/>
    <w:rsid w:val="001F6B99"/>
    <w:rsid w:val="00200E07"/>
    <w:rsid w:val="00203522"/>
    <w:rsid w:val="002269C5"/>
    <w:rsid w:val="00231606"/>
    <w:rsid w:val="002609F9"/>
    <w:rsid w:val="0028149E"/>
    <w:rsid w:val="00296CBE"/>
    <w:rsid w:val="002A1DED"/>
    <w:rsid w:val="002B43EA"/>
    <w:rsid w:val="002B5E4C"/>
    <w:rsid w:val="002B7A21"/>
    <w:rsid w:val="002C2FB0"/>
    <w:rsid w:val="002C38A1"/>
    <w:rsid w:val="002D0005"/>
    <w:rsid w:val="002D53BD"/>
    <w:rsid w:val="002F2C3D"/>
    <w:rsid w:val="002F443B"/>
    <w:rsid w:val="0030142E"/>
    <w:rsid w:val="00325508"/>
    <w:rsid w:val="00344EC1"/>
    <w:rsid w:val="0034651B"/>
    <w:rsid w:val="003553F6"/>
    <w:rsid w:val="00376DF7"/>
    <w:rsid w:val="00395826"/>
    <w:rsid w:val="00397E44"/>
    <w:rsid w:val="003C5064"/>
    <w:rsid w:val="003C6900"/>
    <w:rsid w:val="003D4F84"/>
    <w:rsid w:val="003E32A9"/>
    <w:rsid w:val="003E4465"/>
    <w:rsid w:val="003E57F9"/>
    <w:rsid w:val="003F0844"/>
    <w:rsid w:val="003F23AF"/>
    <w:rsid w:val="003F41AC"/>
    <w:rsid w:val="003F429D"/>
    <w:rsid w:val="004028CD"/>
    <w:rsid w:val="0040344C"/>
    <w:rsid w:val="00435A78"/>
    <w:rsid w:val="004412D8"/>
    <w:rsid w:val="0044152E"/>
    <w:rsid w:val="004442C4"/>
    <w:rsid w:val="004471A1"/>
    <w:rsid w:val="00460481"/>
    <w:rsid w:val="00471C6A"/>
    <w:rsid w:val="0047201B"/>
    <w:rsid w:val="00495C4F"/>
    <w:rsid w:val="004A7BC0"/>
    <w:rsid w:val="004B0132"/>
    <w:rsid w:val="004C47B5"/>
    <w:rsid w:val="004D420E"/>
    <w:rsid w:val="004D505E"/>
    <w:rsid w:val="004D55F9"/>
    <w:rsid w:val="004E25A1"/>
    <w:rsid w:val="004F547F"/>
    <w:rsid w:val="0050787B"/>
    <w:rsid w:val="00515602"/>
    <w:rsid w:val="0051736D"/>
    <w:rsid w:val="00521DEC"/>
    <w:rsid w:val="00525E94"/>
    <w:rsid w:val="005357D4"/>
    <w:rsid w:val="00540B09"/>
    <w:rsid w:val="00553231"/>
    <w:rsid w:val="00555997"/>
    <w:rsid w:val="00560460"/>
    <w:rsid w:val="00560B6F"/>
    <w:rsid w:val="005630AD"/>
    <w:rsid w:val="00566990"/>
    <w:rsid w:val="005705C5"/>
    <w:rsid w:val="00574723"/>
    <w:rsid w:val="005846DA"/>
    <w:rsid w:val="005A3B64"/>
    <w:rsid w:val="005B0778"/>
    <w:rsid w:val="005B566C"/>
    <w:rsid w:val="005C51CF"/>
    <w:rsid w:val="005D3C99"/>
    <w:rsid w:val="005E6C95"/>
    <w:rsid w:val="00614D8B"/>
    <w:rsid w:val="00616C4B"/>
    <w:rsid w:val="006259ED"/>
    <w:rsid w:val="006352E3"/>
    <w:rsid w:val="00636EDB"/>
    <w:rsid w:val="00647268"/>
    <w:rsid w:val="00652BAC"/>
    <w:rsid w:val="00653C5D"/>
    <w:rsid w:val="0066460E"/>
    <w:rsid w:val="0068613E"/>
    <w:rsid w:val="006941FA"/>
    <w:rsid w:val="006A366E"/>
    <w:rsid w:val="006A5524"/>
    <w:rsid w:val="006A55E2"/>
    <w:rsid w:val="006A5DF9"/>
    <w:rsid w:val="006C39BC"/>
    <w:rsid w:val="006D2B09"/>
    <w:rsid w:val="006E2E1B"/>
    <w:rsid w:val="006E55A0"/>
    <w:rsid w:val="0070403B"/>
    <w:rsid w:val="00716A95"/>
    <w:rsid w:val="007237AA"/>
    <w:rsid w:val="00735AF2"/>
    <w:rsid w:val="007C322B"/>
    <w:rsid w:val="007C5354"/>
    <w:rsid w:val="007C6502"/>
    <w:rsid w:val="007E3668"/>
    <w:rsid w:val="007F134D"/>
    <w:rsid w:val="007F528C"/>
    <w:rsid w:val="00801DFC"/>
    <w:rsid w:val="00802577"/>
    <w:rsid w:val="008052B4"/>
    <w:rsid w:val="008148CE"/>
    <w:rsid w:val="00820099"/>
    <w:rsid w:val="00820DD9"/>
    <w:rsid w:val="00821AB4"/>
    <w:rsid w:val="0083173F"/>
    <w:rsid w:val="0083241E"/>
    <w:rsid w:val="008328F8"/>
    <w:rsid w:val="008629ED"/>
    <w:rsid w:val="0086324D"/>
    <w:rsid w:val="0086422B"/>
    <w:rsid w:val="00865D19"/>
    <w:rsid w:val="00887572"/>
    <w:rsid w:val="008B2AD8"/>
    <w:rsid w:val="008B680F"/>
    <w:rsid w:val="008B6FB2"/>
    <w:rsid w:val="008C7BA7"/>
    <w:rsid w:val="008E077E"/>
    <w:rsid w:val="008E7778"/>
    <w:rsid w:val="008E7D98"/>
    <w:rsid w:val="008F40AB"/>
    <w:rsid w:val="008F47BE"/>
    <w:rsid w:val="0090113A"/>
    <w:rsid w:val="00912104"/>
    <w:rsid w:val="00921C2C"/>
    <w:rsid w:val="00931921"/>
    <w:rsid w:val="00943264"/>
    <w:rsid w:val="009442EE"/>
    <w:rsid w:val="009825DE"/>
    <w:rsid w:val="00984C2B"/>
    <w:rsid w:val="00995CE0"/>
    <w:rsid w:val="009976EC"/>
    <w:rsid w:val="009A37D0"/>
    <w:rsid w:val="009A4EAE"/>
    <w:rsid w:val="009B097B"/>
    <w:rsid w:val="009B2572"/>
    <w:rsid w:val="009C3A7C"/>
    <w:rsid w:val="009C42D7"/>
    <w:rsid w:val="009E7B1C"/>
    <w:rsid w:val="009F39E0"/>
    <w:rsid w:val="009F3E15"/>
    <w:rsid w:val="009F5A62"/>
    <w:rsid w:val="009F5CDE"/>
    <w:rsid w:val="00A030D2"/>
    <w:rsid w:val="00A25348"/>
    <w:rsid w:val="00A35A32"/>
    <w:rsid w:val="00A36623"/>
    <w:rsid w:val="00A44F41"/>
    <w:rsid w:val="00A4585D"/>
    <w:rsid w:val="00A51CB6"/>
    <w:rsid w:val="00A64996"/>
    <w:rsid w:val="00A77B8B"/>
    <w:rsid w:val="00A932D5"/>
    <w:rsid w:val="00A93477"/>
    <w:rsid w:val="00A96F44"/>
    <w:rsid w:val="00AC2960"/>
    <w:rsid w:val="00AC7769"/>
    <w:rsid w:val="00AE1C78"/>
    <w:rsid w:val="00B068D0"/>
    <w:rsid w:val="00B10E40"/>
    <w:rsid w:val="00B1479A"/>
    <w:rsid w:val="00B20EE9"/>
    <w:rsid w:val="00B42984"/>
    <w:rsid w:val="00B42B0C"/>
    <w:rsid w:val="00B43335"/>
    <w:rsid w:val="00B45D0F"/>
    <w:rsid w:val="00B561E4"/>
    <w:rsid w:val="00B575F7"/>
    <w:rsid w:val="00B62217"/>
    <w:rsid w:val="00B64593"/>
    <w:rsid w:val="00B900B3"/>
    <w:rsid w:val="00BA1382"/>
    <w:rsid w:val="00C12DBA"/>
    <w:rsid w:val="00C40673"/>
    <w:rsid w:val="00C56FD7"/>
    <w:rsid w:val="00C90865"/>
    <w:rsid w:val="00C96F2C"/>
    <w:rsid w:val="00C9780A"/>
    <w:rsid w:val="00CC3EDC"/>
    <w:rsid w:val="00CC44B6"/>
    <w:rsid w:val="00D01C62"/>
    <w:rsid w:val="00D22F4C"/>
    <w:rsid w:val="00D31DB8"/>
    <w:rsid w:val="00D368E7"/>
    <w:rsid w:val="00D47681"/>
    <w:rsid w:val="00D52035"/>
    <w:rsid w:val="00D53078"/>
    <w:rsid w:val="00D75FDB"/>
    <w:rsid w:val="00D77D81"/>
    <w:rsid w:val="00D81507"/>
    <w:rsid w:val="00D8401F"/>
    <w:rsid w:val="00D9219A"/>
    <w:rsid w:val="00DA5D59"/>
    <w:rsid w:val="00DD0AD1"/>
    <w:rsid w:val="00DD496D"/>
    <w:rsid w:val="00DD4F6A"/>
    <w:rsid w:val="00DE5F74"/>
    <w:rsid w:val="00DE6E25"/>
    <w:rsid w:val="00E064EB"/>
    <w:rsid w:val="00E178AB"/>
    <w:rsid w:val="00E356BA"/>
    <w:rsid w:val="00E53CC1"/>
    <w:rsid w:val="00E6353F"/>
    <w:rsid w:val="00E70345"/>
    <w:rsid w:val="00E93D0F"/>
    <w:rsid w:val="00EA0868"/>
    <w:rsid w:val="00EC077C"/>
    <w:rsid w:val="00EC23F3"/>
    <w:rsid w:val="00EF1141"/>
    <w:rsid w:val="00F01FC1"/>
    <w:rsid w:val="00F03913"/>
    <w:rsid w:val="00F0638C"/>
    <w:rsid w:val="00F266EB"/>
    <w:rsid w:val="00F676CE"/>
    <w:rsid w:val="00F7066B"/>
    <w:rsid w:val="00F743CA"/>
    <w:rsid w:val="00F76B7F"/>
    <w:rsid w:val="00F8019D"/>
    <w:rsid w:val="00F9405E"/>
    <w:rsid w:val="00FB320A"/>
    <w:rsid w:val="00FB7CD9"/>
    <w:rsid w:val="00FB7FA5"/>
    <w:rsid w:val="00FD4437"/>
    <w:rsid w:val="00FE4D5E"/>
    <w:rsid w:val="00FF0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  <w14:docId w14:val="06FBED05"/>
  <w14:defaultImageDpi w14:val="300"/>
  <w15:docId w15:val="{B8C05913-AC68-4E10-A975-4BE6824A0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qFormat="1"/>
    <w:lsdException w:name="List Number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4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/>
    <w:lsdException w:name="Plain Table 4" w:uiPriority="21"/>
    <w:lsdException w:name="Plain Table 5" w:uiPriority="31"/>
    <w:lsdException w:name="Grid Table Light" w:uiPriority="15" w:qFormat="1"/>
    <w:lsdException w:name="Grid Table 1 Light" w:uiPriority="33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</w:latentStyles>
  <w:style w:type="paragraph" w:default="1" w:styleId="Standard">
    <w:name w:val="Normal"/>
    <w:qFormat/>
    <w:rsid w:val="00EA0868"/>
    <w:pPr>
      <w:spacing w:after="120"/>
    </w:pPr>
    <w:rPr>
      <w:sz w:val="22"/>
      <w:szCs w:val="22"/>
      <w:lang w:eastAsia="en-US"/>
    </w:rPr>
  </w:style>
  <w:style w:type="paragraph" w:styleId="berschrift1">
    <w:name w:val="heading 1"/>
    <w:aliases w:val="Überschrift 1 atene"/>
    <w:basedOn w:val="Standard"/>
    <w:next w:val="Standard"/>
    <w:link w:val="berschrift1Zchn"/>
    <w:uiPriority w:val="9"/>
    <w:qFormat/>
    <w:rsid w:val="00F266EB"/>
    <w:pPr>
      <w:keepNext/>
      <w:keepLines/>
      <w:numPr>
        <w:numId w:val="12"/>
      </w:numPr>
      <w:spacing w:before="240"/>
      <w:outlineLvl w:val="0"/>
    </w:pPr>
    <w:rPr>
      <w:rFonts w:eastAsia="MS Gothic"/>
      <w:color w:val="008B93"/>
      <w:sz w:val="50"/>
      <w:szCs w:val="50"/>
    </w:rPr>
  </w:style>
  <w:style w:type="paragraph" w:styleId="berschrift2">
    <w:name w:val="heading 2"/>
    <w:aliases w:val="Überschrift 2 atene"/>
    <w:basedOn w:val="Standard"/>
    <w:next w:val="Standard"/>
    <w:link w:val="berschrift2Zchn"/>
    <w:uiPriority w:val="9"/>
    <w:qFormat/>
    <w:rsid w:val="00F266EB"/>
    <w:pPr>
      <w:numPr>
        <w:ilvl w:val="1"/>
        <w:numId w:val="12"/>
      </w:numPr>
      <w:spacing w:before="120"/>
      <w:outlineLvl w:val="1"/>
    </w:pPr>
    <w:rPr>
      <w:color w:val="008B93"/>
      <w:sz w:val="28"/>
    </w:rPr>
  </w:style>
  <w:style w:type="paragraph" w:styleId="berschrift3">
    <w:name w:val="heading 3"/>
    <w:aliases w:val="Überschrift 3 atene KOM"/>
    <w:basedOn w:val="Standard"/>
    <w:next w:val="Standard"/>
    <w:link w:val="berschrift3Zchn"/>
    <w:uiPriority w:val="9"/>
    <w:qFormat/>
    <w:rsid w:val="009C3A7C"/>
    <w:pPr>
      <w:keepNext/>
      <w:keepLines/>
      <w:numPr>
        <w:ilvl w:val="2"/>
        <w:numId w:val="12"/>
      </w:numPr>
      <w:spacing w:before="200"/>
      <w:outlineLvl w:val="2"/>
    </w:pPr>
    <w:rPr>
      <w:rFonts w:eastAsia="MS Gothic"/>
      <w:b/>
      <w:bCs/>
      <w:color w:val="000000"/>
      <w:sz w:val="24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9C3A7C"/>
    <w:pPr>
      <w:keepNext/>
      <w:keepLines/>
      <w:numPr>
        <w:ilvl w:val="3"/>
        <w:numId w:val="12"/>
      </w:numPr>
      <w:spacing w:before="40" w:after="0"/>
      <w:outlineLvl w:val="3"/>
    </w:pPr>
    <w:rPr>
      <w:rFonts w:ascii="Calibri Light" w:eastAsia="MS Gothic" w:hAnsi="Calibri Light"/>
      <w:i/>
      <w:iCs/>
      <w:color w:val="00676E"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A44F41"/>
    <w:pPr>
      <w:keepNext/>
      <w:keepLines/>
      <w:numPr>
        <w:ilvl w:val="4"/>
        <w:numId w:val="12"/>
      </w:numPr>
      <w:spacing w:before="40" w:after="0"/>
      <w:outlineLvl w:val="4"/>
    </w:pPr>
    <w:rPr>
      <w:rFonts w:ascii="Calibri Light" w:eastAsia="MS Gothic" w:hAnsi="Calibri Light"/>
      <w:color w:val="00676E"/>
    </w:rPr>
  </w:style>
  <w:style w:type="paragraph" w:styleId="berschrift6">
    <w:name w:val="heading 6"/>
    <w:basedOn w:val="Standard"/>
    <w:next w:val="Standard"/>
    <w:link w:val="berschrift6Zchn"/>
    <w:uiPriority w:val="9"/>
    <w:qFormat/>
    <w:rsid w:val="00A44F41"/>
    <w:pPr>
      <w:keepNext/>
      <w:keepLines/>
      <w:numPr>
        <w:ilvl w:val="5"/>
        <w:numId w:val="12"/>
      </w:numPr>
      <w:spacing w:before="40" w:after="0"/>
      <w:outlineLvl w:val="5"/>
    </w:pPr>
    <w:rPr>
      <w:rFonts w:ascii="Calibri Light" w:eastAsia="MS Gothic" w:hAnsi="Calibri Light"/>
      <w:color w:val="004449"/>
    </w:rPr>
  </w:style>
  <w:style w:type="paragraph" w:styleId="berschrift7">
    <w:name w:val="heading 7"/>
    <w:basedOn w:val="Standard"/>
    <w:next w:val="Standard"/>
    <w:link w:val="berschrift7Zchn"/>
    <w:uiPriority w:val="9"/>
    <w:qFormat/>
    <w:rsid w:val="00A44F41"/>
    <w:pPr>
      <w:keepNext/>
      <w:keepLines/>
      <w:numPr>
        <w:ilvl w:val="6"/>
        <w:numId w:val="12"/>
      </w:numPr>
      <w:spacing w:before="40" w:after="0"/>
      <w:outlineLvl w:val="6"/>
    </w:pPr>
    <w:rPr>
      <w:rFonts w:ascii="Calibri Light" w:eastAsia="MS Gothic" w:hAnsi="Calibri Light"/>
      <w:i/>
      <w:iCs/>
      <w:color w:val="004449"/>
    </w:rPr>
  </w:style>
  <w:style w:type="paragraph" w:styleId="berschrift8">
    <w:name w:val="heading 8"/>
    <w:basedOn w:val="Standard"/>
    <w:next w:val="Standard"/>
    <w:link w:val="berschrift8Zchn"/>
    <w:uiPriority w:val="9"/>
    <w:qFormat/>
    <w:rsid w:val="00A44F41"/>
    <w:pPr>
      <w:keepNext/>
      <w:keepLines/>
      <w:numPr>
        <w:ilvl w:val="7"/>
        <w:numId w:val="12"/>
      </w:numPr>
      <w:spacing w:before="40" w:after="0"/>
      <w:outlineLvl w:val="7"/>
    </w:pPr>
    <w:rPr>
      <w:rFonts w:ascii="Calibri Light" w:eastAsia="MS Gothic" w:hAnsi="Calibri Light"/>
      <w:color w:val="272727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qFormat/>
    <w:rsid w:val="00A44F41"/>
    <w:pPr>
      <w:keepNext/>
      <w:keepLines/>
      <w:numPr>
        <w:ilvl w:val="8"/>
        <w:numId w:val="12"/>
      </w:numPr>
      <w:spacing w:before="40" w:after="0"/>
      <w:outlineLvl w:val="8"/>
    </w:pPr>
    <w:rPr>
      <w:rFonts w:ascii="Calibri Light" w:eastAsia="MS Gothic" w:hAnsi="Calibri Light"/>
      <w:i/>
      <w:iCs/>
      <w:color w:val="272727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arbigeListe-Akzent11">
    <w:name w:val="Farbige Liste - Akzent 11"/>
    <w:aliases w:val="Listenabsatz 1"/>
    <w:basedOn w:val="Standard"/>
    <w:uiPriority w:val="34"/>
    <w:semiHidden/>
    <w:rsid w:val="006A5524"/>
    <w:pPr>
      <w:numPr>
        <w:numId w:val="1"/>
      </w:numPr>
    </w:pPr>
  </w:style>
  <w:style w:type="paragraph" w:customStyle="1" w:styleId="HelleSchattierung-Akzent21">
    <w:name w:val="Helle Schattierung - Akzent 21"/>
    <w:basedOn w:val="Standard"/>
    <w:next w:val="Standard"/>
    <w:link w:val="HelleSchattierung-Akzent2Zchn"/>
    <w:uiPriority w:val="30"/>
    <w:semiHidden/>
    <w:rsid w:val="00553231"/>
    <w:pPr>
      <w:pBdr>
        <w:bottom w:val="single" w:sz="4" w:space="4" w:color="008B93"/>
      </w:pBdr>
      <w:spacing w:before="200" w:after="280"/>
      <w:ind w:left="936" w:right="936"/>
    </w:pPr>
    <w:rPr>
      <w:b/>
      <w:bCs/>
      <w:i/>
      <w:iCs/>
      <w:color w:val="008B93"/>
    </w:rPr>
  </w:style>
  <w:style w:type="character" w:customStyle="1" w:styleId="HelleSchattierung-Akzent2Zchn">
    <w:name w:val="Helle Schattierung - Akzent 2 Zchn"/>
    <w:link w:val="HelleSchattierung-Akzent21"/>
    <w:uiPriority w:val="30"/>
    <w:semiHidden/>
    <w:rsid w:val="002F2C3D"/>
    <w:rPr>
      <w:b/>
      <w:bCs/>
      <w:i/>
      <w:iCs/>
      <w:color w:val="008B93"/>
      <w:sz w:val="22"/>
      <w:szCs w:val="22"/>
    </w:rPr>
  </w:style>
  <w:style w:type="character" w:customStyle="1" w:styleId="EinfacheTabelle51">
    <w:name w:val="Einfache Tabelle 51"/>
    <w:uiPriority w:val="31"/>
    <w:semiHidden/>
    <w:rsid w:val="00553231"/>
    <w:rPr>
      <w:smallCaps/>
      <w:color w:val="75345F"/>
      <w:u w:val="single"/>
    </w:rPr>
  </w:style>
  <w:style w:type="character" w:customStyle="1" w:styleId="Gitternetztabelle1hell1">
    <w:name w:val="Gitternetztabelle 1 hell1"/>
    <w:uiPriority w:val="33"/>
    <w:semiHidden/>
    <w:unhideWhenUsed/>
    <w:rsid w:val="00553231"/>
    <w:rPr>
      <w:b/>
      <w:bCs/>
      <w:smallCaps/>
      <w:spacing w:val="5"/>
    </w:rPr>
  </w:style>
  <w:style w:type="paragraph" w:customStyle="1" w:styleId="TextinFuzeile">
    <w:name w:val="Text in Fußzeile"/>
    <w:basedOn w:val="Standard"/>
    <w:link w:val="TextinFuzeileZchn"/>
    <w:uiPriority w:val="19"/>
    <w:qFormat/>
    <w:rsid w:val="006A5524"/>
    <w:rPr>
      <w:sz w:val="16"/>
    </w:rPr>
  </w:style>
  <w:style w:type="character" w:customStyle="1" w:styleId="berschrift4Zchn">
    <w:name w:val="Überschrift 4 Zchn"/>
    <w:link w:val="berschrift4"/>
    <w:uiPriority w:val="9"/>
    <w:semiHidden/>
    <w:rsid w:val="006A5524"/>
    <w:rPr>
      <w:rFonts w:ascii="Calibri Light" w:eastAsia="MS Gothic" w:hAnsi="Calibri Light" w:cs="Times New Roman"/>
      <w:i/>
      <w:iCs/>
      <w:color w:val="00676E"/>
    </w:rPr>
  </w:style>
  <w:style w:type="character" w:customStyle="1" w:styleId="berschrift1Zchn">
    <w:name w:val="Überschrift 1 Zchn"/>
    <w:aliases w:val="Überschrift 1 atene Zchn"/>
    <w:link w:val="berschrift1"/>
    <w:uiPriority w:val="9"/>
    <w:rsid w:val="00F266EB"/>
    <w:rPr>
      <w:rFonts w:eastAsia="MS Gothic" w:cs="Times New Roman"/>
      <w:color w:val="008B93"/>
      <w:sz w:val="50"/>
      <w:szCs w:val="50"/>
    </w:rPr>
  </w:style>
  <w:style w:type="character" w:customStyle="1" w:styleId="berschrift2Zchn">
    <w:name w:val="Überschrift 2 Zchn"/>
    <w:aliases w:val="Überschrift 2 atene Zchn"/>
    <w:link w:val="berschrift2"/>
    <w:uiPriority w:val="9"/>
    <w:rsid w:val="002F2C3D"/>
    <w:rPr>
      <w:color w:val="008B93"/>
      <w:sz w:val="28"/>
      <w:szCs w:val="22"/>
    </w:rPr>
  </w:style>
  <w:style w:type="numbering" w:customStyle="1" w:styleId="Aufzhlung">
    <w:name w:val="Aufzählung"/>
    <w:basedOn w:val="KeineListe"/>
    <w:rsid w:val="006A5524"/>
    <w:pPr>
      <w:numPr>
        <w:numId w:val="3"/>
      </w:numPr>
    </w:pPr>
  </w:style>
  <w:style w:type="character" w:customStyle="1" w:styleId="TextinFuzeileZchn">
    <w:name w:val="Text in Fußzeile Zchn"/>
    <w:link w:val="TextinFuzeile"/>
    <w:uiPriority w:val="19"/>
    <w:rsid w:val="002C38A1"/>
    <w:rPr>
      <w:sz w:val="16"/>
    </w:rPr>
  </w:style>
  <w:style w:type="character" w:customStyle="1" w:styleId="berschrift3Zchn">
    <w:name w:val="Überschrift 3 Zchn"/>
    <w:aliases w:val="Überschrift 3 atene KOM Zchn"/>
    <w:link w:val="berschrift3"/>
    <w:uiPriority w:val="9"/>
    <w:rsid w:val="002F2C3D"/>
    <w:rPr>
      <w:rFonts w:ascii="Calibri" w:eastAsia="MS Gothic" w:hAnsi="Calibri" w:cs="Times New Roman"/>
      <w:b/>
      <w:bCs/>
      <w:color w:val="000000"/>
      <w:szCs w:val="22"/>
    </w:rPr>
  </w:style>
  <w:style w:type="table" w:styleId="Tabellenraster">
    <w:name w:val="Table Grid"/>
    <w:basedOn w:val="NormaleTabelle"/>
    <w:uiPriority w:val="59"/>
    <w:rsid w:val="006A55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E2E1B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6E2E1B"/>
    <w:rPr>
      <w:rFonts w:ascii="Lucida Grande" w:hAnsi="Lucida Grande" w:cs="Lucida Grande"/>
      <w:sz w:val="18"/>
      <w:szCs w:val="18"/>
    </w:rPr>
  </w:style>
  <w:style w:type="paragraph" w:styleId="Verzeichnis4">
    <w:name w:val="toc 4"/>
    <w:basedOn w:val="Standard"/>
    <w:next w:val="Standard"/>
    <w:autoRedefine/>
    <w:uiPriority w:val="39"/>
    <w:semiHidden/>
    <w:unhideWhenUsed/>
    <w:rsid w:val="006E2E1B"/>
    <w:pPr>
      <w:pBdr>
        <w:between w:val="double" w:sz="6" w:space="0" w:color="auto"/>
      </w:pBdr>
      <w:ind w:left="440"/>
    </w:pPr>
    <w:rPr>
      <w:sz w:val="20"/>
      <w:szCs w:val="20"/>
    </w:r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6E2E1B"/>
    <w:pPr>
      <w:pBdr>
        <w:between w:val="double" w:sz="6" w:space="0" w:color="auto"/>
      </w:pBdr>
      <w:ind w:left="660"/>
    </w:pPr>
    <w:rPr>
      <w:sz w:val="20"/>
      <w:szCs w:val="20"/>
    </w:r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6E2E1B"/>
    <w:pPr>
      <w:pBdr>
        <w:between w:val="double" w:sz="6" w:space="0" w:color="auto"/>
      </w:pBdr>
      <w:ind w:left="880"/>
    </w:pPr>
    <w:rPr>
      <w:sz w:val="20"/>
      <w:szCs w:val="20"/>
    </w:r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6E2E1B"/>
    <w:pPr>
      <w:pBdr>
        <w:between w:val="double" w:sz="6" w:space="0" w:color="auto"/>
      </w:pBdr>
      <w:ind w:left="1100"/>
    </w:pPr>
    <w:rPr>
      <w:sz w:val="20"/>
      <w:szCs w:val="20"/>
    </w:r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6E2E1B"/>
    <w:pPr>
      <w:pBdr>
        <w:between w:val="double" w:sz="6" w:space="0" w:color="auto"/>
      </w:pBdr>
      <w:ind w:left="1320"/>
    </w:pPr>
    <w:rPr>
      <w:sz w:val="20"/>
      <w:szCs w:val="20"/>
    </w:r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6E2E1B"/>
    <w:pPr>
      <w:pBdr>
        <w:between w:val="double" w:sz="6" w:space="0" w:color="auto"/>
      </w:pBdr>
      <w:ind w:left="1540"/>
    </w:pPr>
    <w:rPr>
      <w:sz w:val="20"/>
      <w:szCs w:val="20"/>
    </w:rPr>
  </w:style>
  <w:style w:type="character" w:styleId="Seitenzahl">
    <w:name w:val="page number"/>
    <w:basedOn w:val="Absatz-Standardschriftart"/>
    <w:uiPriority w:val="99"/>
    <w:semiHidden/>
    <w:unhideWhenUsed/>
    <w:rsid w:val="009976EC"/>
  </w:style>
  <w:style w:type="character" w:styleId="Hervorhebung">
    <w:name w:val="Emphasis"/>
    <w:uiPriority w:val="20"/>
    <w:qFormat/>
    <w:rsid w:val="002F2C3D"/>
    <w:rPr>
      <w:b/>
      <w:i w:val="0"/>
      <w:iCs/>
    </w:rPr>
  </w:style>
  <w:style w:type="character" w:styleId="Fett">
    <w:name w:val="Strong"/>
    <w:uiPriority w:val="14"/>
    <w:qFormat/>
    <w:rsid w:val="00DD0AD1"/>
    <w:rPr>
      <w:b/>
      <w:bCs/>
    </w:rPr>
  </w:style>
  <w:style w:type="character" w:customStyle="1" w:styleId="TabellemithellemGitternetz1">
    <w:name w:val="Tabelle mit hellem Gitternetz1"/>
    <w:uiPriority w:val="15"/>
    <w:qFormat/>
    <w:rsid w:val="00B10E40"/>
    <w:rPr>
      <w:b/>
      <w:bCs/>
      <w:smallCaps/>
      <w:color w:val="008B93"/>
      <w:spacing w:val="5"/>
    </w:rPr>
  </w:style>
  <w:style w:type="paragraph" w:styleId="Aufzhlungszeichen2">
    <w:name w:val="List Bullet 2"/>
    <w:basedOn w:val="Standard"/>
    <w:uiPriority w:val="17"/>
    <w:qFormat/>
    <w:rsid w:val="00B10E40"/>
    <w:pPr>
      <w:numPr>
        <w:numId w:val="10"/>
      </w:numPr>
      <w:tabs>
        <w:tab w:val="left" w:pos="357"/>
      </w:tabs>
      <w:ind w:left="714" w:hanging="357"/>
    </w:pPr>
  </w:style>
  <w:style w:type="paragraph" w:styleId="Aufzhlungszeichen">
    <w:name w:val="List Bullet"/>
    <w:basedOn w:val="Standard"/>
    <w:uiPriority w:val="16"/>
    <w:rsid w:val="00B10E40"/>
    <w:pPr>
      <w:numPr>
        <w:numId w:val="9"/>
      </w:numPr>
      <w:contextualSpacing/>
    </w:pPr>
  </w:style>
  <w:style w:type="paragraph" w:styleId="Liste">
    <w:name w:val="List"/>
    <w:basedOn w:val="Standard"/>
    <w:uiPriority w:val="15"/>
    <w:qFormat/>
    <w:rsid w:val="00DD0AD1"/>
    <w:pPr>
      <w:numPr>
        <w:numId w:val="11"/>
      </w:numPr>
      <w:ind w:left="357" w:hanging="357"/>
      <w:outlineLvl w:val="0"/>
    </w:pPr>
  </w:style>
  <w:style w:type="paragraph" w:styleId="Liste2">
    <w:name w:val="List 2"/>
    <w:basedOn w:val="Liste"/>
    <w:uiPriority w:val="99"/>
    <w:semiHidden/>
    <w:unhideWhenUsed/>
    <w:rsid w:val="00DD0AD1"/>
    <w:pPr>
      <w:numPr>
        <w:numId w:val="13"/>
      </w:numPr>
      <w:outlineLvl w:val="1"/>
    </w:pPr>
  </w:style>
  <w:style w:type="character" w:customStyle="1" w:styleId="berschrift5Zchn">
    <w:name w:val="Überschrift 5 Zchn"/>
    <w:link w:val="berschrift5"/>
    <w:uiPriority w:val="9"/>
    <w:semiHidden/>
    <w:rsid w:val="00A44F41"/>
    <w:rPr>
      <w:rFonts w:ascii="Calibri Light" w:eastAsia="MS Gothic" w:hAnsi="Calibri Light" w:cs="Times New Roman"/>
      <w:color w:val="00676E"/>
    </w:rPr>
  </w:style>
  <w:style w:type="character" w:customStyle="1" w:styleId="berschrift6Zchn">
    <w:name w:val="Überschrift 6 Zchn"/>
    <w:link w:val="berschrift6"/>
    <w:uiPriority w:val="9"/>
    <w:semiHidden/>
    <w:rsid w:val="00A44F41"/>
    <w:rPr>
      <w:rFonts w:ascii="Calibri Light" w:eastAsia="MS Gothic" w:hAnsi="Calibri Light" w:cs="Times New Roman"/>
      <w:color w:val="004449"/>
    </w:rPr>
  </w:style>
  <w:style w:type="character" w:customStyle="1" w:styleId="berschrift7Zchn">
    <w:name w:val="Überschrift 7 Zchn"/>
    <w:link w:val="berschrift7"/>
    <w:uiPriority w:val="9"/>
    <w:semiHidden/>
    <w:rsid w:val="00A44F41"/>
    <w:rPr>
      <w:rFonts w:ascii="Calibri Light" w:eastAsia="MS Gothic" w:hAnsi="Calibri Light" w:cs="Times New Roman"/>
      <w:i/>
      <w:iCs/>
      <w:color w:val="004449"/>
    </w:rPr>
  </w:style>
  <w:style w:type="character" w:customStyle="1" w:styleId="berschrift8Zchn">
    <w:name w:val="Überschrift 8 Zchn"/>
    <w:link w:val="berschrift8"/>
    <w:uiPriority w:val="9"/>
    <w:semiHidden/>
    <w:rsid w:val="00A44F41"/>
    <w:rPr>
      <w:rFonts w:ascii="Calibri Light" w:eastAsia="MS Gothic" w:hAnsi="Calibri Light" w:cs="Times New Roman"/>
      <w:color w:val="272727"/>
      <w:sz w:val="21"/>
      <w:szCs w:val="21"/>
    </w:rPr>
  </w:style>
  <w:style w:type="character" w:customStyle="1" w:styleId="berschrift9Zchn">
    <w:name w:val="Überschrift 9 Zchn"/>
    <w:link w:val="berschrift9"/>
    <w:uiPriority w:val="9"/>
    <w:semiHidden/>
    <w:rsid w:val="00A44F41"/>
    <w:rPr>
      <w:rFonts w:ascii="Calibri Light" w:eastAsia="MS Gothic" w:hAnsi="Calibri Light" w:cs="Times New Roman"/>
      <w:i/>
      <w:iCs/>
      <w:color w:val="272727"/>
      <w:sz w:val="21"/>
      <w:szCs w:val="21"/>
    </w:rPr>
  </w:style>
  <w:style w:type="paragraph" w:styleId="Kopfzeile">
    <w:name w:val="header"/>
    <w:basedOn w:val="Standard"/>
    <w:link w:val="KopfzeileZchn"/>
    <w:uiPriority w:val="99"/>
    <w:unhideWhenUsed/>
    <w:rsid w:val="00495C4F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495C4F"/>
  </w:style>
  <w:style w:type="paragraph" w:styleId="Fuzeile">
    <w:name w:val="footer"/>
    <w:basedOn w:val="Standard"/>
    <w:link w:val="FuzeileZchn"/>
    <w:uiPriority w:val="99"/>
    <w:unhideWhenUsed/>
    <w:rsid w:val="00495C4F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495C4F"/>
  </w:style>
  <w:style w:type="character" w:styleId="Hyperlink">
    <w:name w:val="Hyperlink"/>
    <w:uiPriority w:val="99"/>
    <w:unhideWhenUsed/>
    <w:rsid w:val="009B097B"/>
    <w:rPr>
      <w:color w:val="002060"/>
      <w:u w:val="single"/>
    </w:rPr>
  </w:style>
  <w:style w:type="character" w:customStyle="1" w:styleId="MittleresRaster11">
    <w:name w:val="Mittleres Raster 11"/>
    <w:uiPriority w:val="99"/>
    <w:semiHidden/>
    <w:rsid w:val="009B097B"/>
    <w:rPr>
      <w:color w:val="808080"/>
    </w:rPr>
  </w:style>
  <w:style w:type="paragraph" w:styleId="Titel">
    <w:name w:val="Title"/>
    <w:aliases w:val="Fuß- und Kopfzeile"/>
    <w:basedOn w:val="Standard"/>
    <w:next w:val="Standard"/>
    <w:link w:val="TitelZchn"/>
    <w:uiPriority w:val="10"/>
    <w:qFormat/>
    <w:rsid w:val="00653C5D"/>
    <w:pPr>
      <w:spacing w:after="0"/>
      <w:ind w:right="-505"/>
      <w:contextualSpacing/>
    </w:pPr>
    <w:rPr>
      <w:rFonts w:eastAsia="MS Gothic"/>
      <w:noProof/>
      <w:color w:val="000000"/>
      <w:spacing w:val="5"/>
      <w:kern w:val="28"/>
      <w:sz w:val="16"/>
      <w:szCs w:val="16"/>
      <w:lang w:eastAsia="de-DE"/>
    </w:rPr>
  </w:style>
  <w:style w:type="character" w:customStyle="1" w:styleId="TitelZchn">
    <w:name w:val="Titel Zchn"/>
    <w:aliases w:val="Fuß- und Kopfzeile Zchn"/>
    <w:link w:val="Titel"/>
    <w:uiPriority w:val="10"/>
    <w:rsid w:val="00653C5D"/>
    <w:rPr>
      <w:rFonts w:eastAsia="MS Gothic" w:cs="Times New Roman"/>
      <w:noProof/>
      <w:color w:val="000000"/>
      <w:spacing w:val="5"/>
      <w:kern w:val="28"/>
      <w:sz w:val="16"/>
      <w:szCs w:val="16"/>
      <w:lang w:eastAsia="de-DE"/>
    </w:rPr>
  </w:style>
  <w:style w:type="paragraph" w:customStyle="1" w:styleId="FormatvorlageArial105ptBlock">
    <w:name w:val="Formatvorlage Arial 105 pt Block"/>
    <w:basedOn w:val="Standard"/>
    <w:rsid w:val="00397E44"/>
    <w:pPr>
      <w:spacing w:after="0"/>
      <w:jc w:val="both"/>
    </w:pPr>
    <w:rPr>
      <w:rFonts w:ascii="Arial" w:eastAsia="Times New Roman" w:hAnsi="Arial"/>
      <w:sz w:val="21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8E7778"/>
    <w:pPr>
      <w:ind w:left="720"/>
      <w:contextualSpacing/>
    </w:pPr>
  </w:style>
  <w:style w:type="paragraph" w:customStyle="1" w:styleId="Default">
    <w:name w:val="Default"/>
    <w:rsid w:val="00F01FC1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560B6F"/>
    <w:pPr>
      <w:spacing w:after="0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560B6F"/>
    <w:rPr>
      <w:lang w:eastAsia="en-US"/>
    </w:rPr>
  </w:style>
  <w:style w:type="character" w:styleId="Funotenzeichen">
    <w:name w:val="footnote reference"/>
    <w:basedOn w:val="Absatz-Standardschriftart"/>
    <w:uiPriority w:val="99"/>
    <w:semiHidden/>
    <w:unhideWhenUsed/>
    <w:rsid w:val="00560B6F"/>
    <w:rPr>
      <w:vertAlign w:val="superscript"/>
    </w:rPr>
  </w:style>
  <w:style w:type="character" w:styleId="Kommentarzeichen">
    <w:name w:val="annotation reference"/>
    <w:basedOn w:val="Absatz-Standardschriftart"/>
    <w:unhideWhenUsed/>
    <w:rsid w:val="00560B6F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560B6F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560B6F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60B6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60B6F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3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1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5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242990">
          <w:marLeft w:val="36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42109">
          <w:marLeft w:val="36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89564">
          <w:marLeft w:val="36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251701">
          <w:marLeft w:val="36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65627">
          <w:marLeft w:val="36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7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402835">
          <w:marLeft w:val="36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285907">
          <w:marLeft w:val="36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940265">
          <w:marLeft w:val="36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11957">
          <w:marLeft w:val="36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957416">
          <w:marLeft w:val="36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steer\Desktop\VORLAGEN\Briefe\Vorlage\170227_Briefkopf_Projekttr&#228;gerBMVI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D476658-EB5B-4CBD-994F-E0AFE1102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170227_Briefkopf_ProjektträgerBMVI.dot</Template>
  <TotalTime>0</TotalTime>
  <Pages>1</Pages>
  <Words>167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Steer, Simon</dc:creator>
  <cp:keywords/>
  <cp:lastModifiedBy>Mank, Lea</cp:lastModifiedBy>
  <cp:revision>3</cp:revision>
  <cp:lastPrinted>2014-01-06T15:11:00Z</cp:lastPrinted>
  <dcterms:created xsi:type="dcterms:W3CDTF">2020-01-28T14:41:00Z</dcterms:created>
  <dcterms:modified xsi:type="dcterms:W3CDTF">2020-01-29T11:54:00Z</dcterms:modified>
</cp:coreProperties>
</file>